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6AC" w:rsidRPr="003144E1" w:rsidRDefault="008A46AC" w:rsidP="00426AF4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Мой сценарий будет интересен и полезен педагогам ДОУ и учителям начальных классов, так как в нём принимают участие дети подготовительной группы и учащиеся первых классов. Данное сотрудничество позволяет  решать проблемы преемственности. Учителя начальных классов имеют возможность ближе познакомиться с формами работы, которые используют в детском саду, увидеть своих будущих первоклассников в привычной для них обстановке и помочь первоклассникам быстрее адаптироваться к новым условиям. А в свою очередь, воспитателям: увлечь детей детского сада перспективой школьного обучения, вызвать желание учиться в школе и приобщать детей к ценностям здорового образа жизни.</w:t>
      </w:r>
    </w:p>
    <w:sectPr w:rsidR="008A46AC" w:rsidRPr="003144E1" w:rsidSect="00367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DCD"/>
    <w:rsid w:val="001E3532"/>
    <w:rsid w:val="003144E1"/>
    <w:rsid w:val="0036797E"/>
    <w:rsid w:val="00426AF4"/>
    <w:rsid w:val="008A46AC"/>
    <w:rsid w:val="00942DCD"/>
    <w:rsid w:val="00A5319C"/>
    <w:rsid w:val="00B02EF1"/>
    <w:rsid w:val="00DE0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AF4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">
    <w:name w:val="c0"/>
    <w:basedOn w:val="Normal"/>
    <w:uiPriority w:val="99"/>
    <w:rsid w:val="00426A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DefaultParagraphFont"/>
    <w:uiPriority w:val="99"/>
    <w:rsid w:val="00426AF4"/>
    <w:rPr>
      <w:rFonts w:cs="Times New Roman"/>
    </w:rPr>
  </w:style>
  <w:style w:type="character" w:customStyle="1" w:styleId="c1">
    <w:name w:val="c1"/>
    <w:basedOn w:val="DefaultParagraphFont"/>
    <w:uiPriority w:val="99"/>
    <w:rsid w:val="00426AF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72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99</Words>
  <Characters>568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сфыва</dc:creator>
  <cp:keywords/>
  <dc:description/>
  <cp:lastModifiedBy>Дет сад</cp:lastModifiedBy>
  <cp:revision>4</cp:revision>
  <dcterms:created xsi:type="dcterms:W3CDTF">2018-01-31T20:15:00Z</dcterms:created>
  <dcterms:modified xsi:type="dcterms:W3CDTF">2018-02-01T11:14:00Z</dcterms:modified>
</cp:coreProperties>
</file>